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12A0C86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1B3F12">
        <w:rPr>
          <w:rFonts w:ascii="Corbel" w:hAnsi="Corbel"/>
          <w:i/>
          <w:smallCaps/>
          <w:sz w:val="24"/>
          <w:szCs w:val="24"/>
        </w:rPr>
        <w:t>2022-2025</w:t>
      </w:r>
    </w:p>
    <w:p w14:paraId="33DD16DA" w14:textId="7DB83594" w:rsidR="00445970" w:rsidRPr="00EA4832" w:rsidRDefault="00305D0C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1B3F12">
        <w:rPr>
          <w:rFonts w:ascii="Corbel" w:hAnsi="Corbel"/>
          <w:sz w:val="20"/>
          <w:szCs w:val="20"/>
        </w:rPr>
        <w:t>4</w:t>
      </w:r>
      <w:r w:rsidR="0098200B">
        <w:rPr>
          <w:rFonts w:ascii="Corbel" w:hAnsi="Corbel"/>
          <w:sz w:val="20"/>
          <w:szCs w:val="20"/>
        </w:rPr>
        <w:t>-202</w:t>
      </w:r>
      <w:r w:rsidR="001B3F12">
        <w:rPr>
          <w:rFonts w:ascii="Corbel" w:hAnsi="Corbel"/>
          <w:sz w:val="20"/>
          <w:szCs w:val="20"/>
        </w:rPr>
        <w:t>5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5E9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5E9E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22B8BA5C" w:rsidR="0085747A" w:rsidRPr="009C54AE" w:rsidRDefault="00A10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268084B6" w:rsidR="00015B8F" w:rsidRPr="009C54AE" w:rsidRDefault="00A10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2C035FAA" w:rsidR="00015B8F" w:rsidRPr="009C54AE" w:rsidRDefault="00A10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1EF1F679" w:rsidR="00015B8F" w:rsidRPr="009C54AE" w:rsidRDefault="00305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6CECB3B3" w:rsidR="0085747A" w:rsidRPr="009C54AE" w:rsidRDefault="00A10EEA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1109AF9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5D564174" w:rsidR="00C61DC5" w:rsidRPr="009C54AE" w:rsidRDefault="00A10EEA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  <w:bookmarkStart w:id="1" w:name="_GoBack"/>
            <w:bookmarkEnd w:id="1"/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423FA2BD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6CEBCE8C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Kornberger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>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3A7A9" w14:textId="77777777" w:rsidR="0031038E" w:rsidRDefault="0031038E" w:rsidP="00C16ABF">
      <w:pPr>
        <w:spacing w:after="0" w:line="240" w:lineRule="auto"/>
      </w:pPr>
      <w:r>
        <w:separator/>
      </w:r>
    </w:p>
  </w:endnote>
  <w:endnote w:type="continuationSeparator" w:id="0">
    <w:p w14:paraId="5F4403F0" w14:textId="77777777" w:rsidR="0031038E" w:rsidRDefault="003103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9FE8A" w14:textId="77777777" w:rsidR="0031038E" w:rsidRDefault="0031038E" w:rsidP="00C16ABF">
      <w:pPr>
        <w:spacing w:after="0" w:line="240" w:lineRule="auto"/>
      </w:pPr>
      <w:r>
        <w:separator/>
      </w:r>
    </w:p>
  </w:footnote>
  <w:footnote w:type="continuationSeparator" w:id="0">
    <w:p w14:paraId="7DCD93C5" w14:textId="77777777" w:rsidR="0031038E" w:rsidRDefault="0031038E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DE"/>
    <w:rsid w:val="000077B4"/>
    <w:rsid w:val="00014D5E"/>
    <w:rsid w:val="00015B8F"/>
    <w:rsid w:val="0001605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3F1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05D0C"/>
    <w:rsid w:val="0031038E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EE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565D9E-6A1A-4010-973D-CF4A12D97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ABDF55-2B78-42FD-A6C4-4B03922F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2020-11-14T19:16:00Z</dcterms:created>
  <dcterms:modified xsi:type="dcterms:W3CDTF">2022-05-29T20:19:00Z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